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4DF" w:rsidRDefault="00E764DF">
      <w:r w:rsidRPr="005D1E0B">
        <w:rPr>
          <w:noProof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45.5pt;height:444pt;visibility:visible">
            <v:imagedata r:id="rId4" o:title=""/>
          </v:shape>
        </w:pict>
      </w:r>
      <w:bookmarkStart w:id="0" w:name="_GoBack"/>
      <w:bookmarkEnd w:id="0"/>
    </w:p>
    <w:sectPr w:rsidR="00E764DF" w:rsidSect="007628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420"/>
    <w:rsid w:val="003B6B57"/>
    <w:rsid w:val="0059142B"/>
    <w:rsid w:val="005D1E0B"/>
    <w:rsid w:val="00715618"/>
    <w:rsid w:val="0076286A"/>
    <w:rsid w:val="00BA1E43"/>
    <w:rsid w:val="00E02420"/>
    <w:rsid w:val="00E7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86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02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24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0</Words>
  <Characters>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Carol</dc:creator>
  <cp:keywords/>
  <dc:description/>
  <cp:lastModifiedBy>v294925</cp:lastModifiedBy>
  <cp:revision>2</cp:revision>
  <dcterms:created xsi:type="dcterms:W3CDTF">2013-10-25T01:04:00Z</dcterms:created>
  <dcterms:modified xsi:type="dcterms:W3CDTF">2013-10-25T01:04:00Z</dcterms:modified>
</cp:coreProperties>
</file>